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C33" w:rsidRPr="0056226A" w:rsidRDefault="00E46C33" w:rsidP="005068B3">
      <w:pPr>
        <w:pStyle w:val="Div"/>
        <w:jc w:val="center"/>
        <w:rPr>
          <w:rFonts w:ascii="Century Gothic" w:hAnsi="Century Gothic"/>
          <w:b/>
          <w:sz w:val="24"/>
          <w:lang w:val="en-US"/>
        </w:rPr>
      </w:pPr>
      <w:r>
        <w:rPr>
          <w:rFonts w:ascii="Century Gothic" w:hAnsi="Century Gothic"/>
          <w:b/>
          <w:sz w:val="24"/>
          <w:lang w:val="en-US"/>
        </w:rPr>
        <w:t>Group 1</w:t>
      </w:r>
      <w:r>
        <w:rPr>
          <w:rFonts w:ascii="Century Gothic" w:hAnsi="Century Gothic"/>
          <w:b/>
          <w:sz w:val="24"/>
          <w:lang w:val="en-US"/>
        </w:rPr>
        <w:tab/>
        <w:t>IV - Quasar</w:t>
      </w:r>
    </w:p>
    <w:p w:rsidR="00E46C33" w:rsidRDefault="00E46C33" w:rsidP="005068B3">
      <w:pPr>
        <w:jc w:val="both"/>
        <w:rPr>
          <w:rFonts w:ascii="Century Gothic" w:hAnsi="Century Gothic"/>
          <w:szCs w:val="20"/>
          <w:lang w:val="en-US"/>
        </w:rPr>
      </w:pPr>
    </w:p>
    <w:p w:rsidR="00E46C33" w:rsidRPr="00FA497C" w:rsidRDefault="00E46C33" w:rsidP="005068B3">
      <w:pPr>
        <w:jc w:val="both"/>
        <w:rPr>
          <w:rFonts w:ascii="Century Gothic" w:hAnsi="Century Gothic"/>
          <w:szCs w:val="20"/>
          <w:lang w:val="en-US"/>
        </w:rPr>
      </w:pPr>
    </w:p>
    <w:p w:rsidR="00E46C33" w:rsidRPr="0056226A" w:rsidRDefault="00E46C33" w:rsidP="00595F2E">
      <w:pPr>
        <w:jc w:val="both"/>
        <w:rPr>
          <w:rFonts w:ascii="Century Gothic" w:hAnsi="Century Gothic"/>
          <w:b/>
          <w:bCs/>
          <w:kern w:val="32"/>
          <w:sz w:val="24"/>
          <w:lang w:val="en-US"/>
        </w:rPr>
      </w:pPr>
      <w:r w:rsidRPr="0056226A">
        <w:rPr>
          <w:rFonts w:ascii="Century Gothic" w:hAnsi="Century Gothic"/>
          <w:b/>
          <w:bCs/>
          <w:kern w:val="32"/>
          <w:sz w:val="24"/>
          <w:lang w:val="en-US"/>
        </w:rPr>
        <w:t>Interview for Experts</w:t>
      </w:r>
    </w:p>
    <w:p w:rsidR="00E46C33" w:rsidRDefault="00E46C33" w:rsidP="00595F2E">
      <w:pPr>
        <w:jc w:val="both"/>
        <w:rPr>
          <w:rFonts w:ascii="Century Gothic" w:hAnsi="Century Gothic"/>
          <w:b/>
          <w:bCs/>
          <w:kern w:val="32"/>
          <w:szCs w:val="20"/>
          <w:lang w:val="en-US"/>
        </w:rPr>
      </w:pPr>
    </w:p>
    <w:p w:rsidR="00E46C33" w:rsidRDefault="00E46C33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1.  How long have you been teaching in SET?</w:t>
      </w:r>
    </w:p>
    <w:p w:rsidR="00E46C33" w:rsidRDefault="00E46C33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2.  What problems in internal combustion engines do you commonly give to your students? How are these </w:t>
      </w:r>
    </w:p>
    <w:p w:rsidR="00E46C33" w:rsidRDefault="00E46C33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     problems solved?</w:t>
      </w:r>
    </w:p>
    <w:p w:rsidR="00E46C33" w:rsidRDefault="00E46C33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3.  As a professional in this field, what models (3) of a particular brand of automobile do you recommend </w:t>
      </w:r>
    </w:p>
    <w:p w:rsidR="00E46C33" w:rsidRDefault="00E46C33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     to buyers? Why (reasons) ?</w:t>
      </w:r>
    </w:p>
    <w:p w:rsidR="00E46C33" w:rsidRDefault="00E46C33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*Used car or new?</w:t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  <w:t>*Insurance costs</w:t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</w:p>
    <w:p w:rsidR="00E46C33" w:rsidRDefault="00E46C33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*Safety aspects</w:t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  <w:t>*Make or model</w:t>
      </w:r>
    </w:p>
    <w:p w:rsidR="00E46C33" w:rsidRDefault="00E46C33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*Reliability</w:t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  <w:t>*Manual or automatic</w:t>
      </w:r>
    </w:p>
    <w:p w:rsidR="00E46C33" w:rsidRDefault="00E46C33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*Fuel economy concerns</w:t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  <w:t>*Gas or diesel</w:t>
      </w:r>
    </w:p>
    <w:p w:rsidR="00E46C33" w:rsidRDefault="00E46C33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*Considering environmental impacts</w:t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  <w:t>*4 cylinder or V6</w:t>
      </w:r>
    </w:p>
    <w:p w:rsidR="00E46C33" w:rsidRDefault="00E46C33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 xml:space="preserve">*Depreciation factor </w:t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  <w:t>*Do you need ABS</w:t>
      </w:r>
    </w:p>
    <w:p w:rsidR="00E46C33" w:rsidRDefault="00E46C33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4.  How does Honda coordinate its fuel efficiency without compromising the performance (factors) of its </w:t>
      </w:r>
    </w:p>
    <w:p w:rsidR="00E46C33" w:rsidRDefault="00E46C33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     automobiles?</w:t>
      </w:r>
    </w:p>
    <w:p w:rsidR="00E46C33" w:rsidRDefault="00E46C33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5.  What is a turbocharger or turbo? How can it affect the performance of an automobile?</w:t>
      </w:r>
    </w:p>
    <w:p w:rsidR="00E46C33" w:rsidRDefault="00E46C33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6.  What are the principles (strategies) behind using the following substitutes of gasoline and diesel in </w:t>
      </w:r>
    </w:p>
    <w:p w:rsidR="00E46C33" w:rsidRDefault="00E46C33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     automobiles?</w:t>
      </w:r>
    </w:p>
    <w:p w:rsidR="00E46C33" w:rsidRDefault="00E46C33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*water</w:t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</w:p>
    <w:p w:rsidR="00E46C33" w:rsidRDefault="00E46C33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*LPG</w:t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</w:p>
    <w:p w:rsidR="00E46C33" w:rsidRDefault="00E46C33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*Electricity</w:t>
      </w:r>
    </w:p>
    <w:p w:rsidR="00E46C33" w:rsidRDefault="00E46C33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7.  With the principles (strategies) mentioned above, what do you think is the best alternative?</w:t>
      </w:r>
    </w:p>
    <w:p w:rsidR="00E46C33" w:rsidRDefault="00E46C33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E46C33" w:rsidRDefault="00E46C33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E46C33" w:rsidRDefault="00E46C33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/>
          <w:bCs/>
          <w:kern w:val="32"/>
          <w:sz w:val="24"/>
          <w:lang w:val="en-US"/>
        </w:rPr>
        <w:t>Survey for Users</w:t>
      </w:r>
    </w:p>
    <w:p w:rsidR="00E46C33" w:rsidRDefault="00E46C33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E46C33" w:rsidRDefault="00E46C33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Name: ___________________________</w:t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  <w:t>Residence: ______________________________</w:t>
      </w:r>
    </w:p>
    <w:p w:rsidR="00E46C33" w:rsidRDefault="00E46C33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Age:    ___________________________</w:t>
      </w:r>
    </w:p>
    <w:p w:rsidR="00E46C33" w:rsidRDefault="00E46C33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E46C33" w:rsidRDefault="00E46C33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1.  How many automobiles do you have?</w:t>
      </w:r>
    </w:p>
    <w:p w:rsidR="00E46C33" w:rsidRDefault="00E46C33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2.  What model/s do you have?</w:t>
      </w:r>
    </w:p>
    <w:p w:rsidR="00E46C33" w:rsidRDefault="00E46C33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Please supply the following details:</w:t>
      </w:r>
    </w:p>
    <w:p w:rsidR="00E46C33" w:rsidRDefault="00E46C33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116"/>
        <w:gridCol w:w="2117"/>
        <w:gridCol w:w="2117"/>
        <w:gridCol w:w="2117"/>
      </w:tblGrid>
      <w:tr w:rsidR="00E46C33" w:rsidTr="006332D9">
        <w:trPr>
          <w:jc w:val="center"/>
        </w:trPr>
        <w:tc>
          <w:tcPr>
            <w:tcW w:w="2116" w:type="dxa"/>
          </w:tcPr>
          <w:p w:rsidR="00E46C33" w:rsidRPr="006332D9" w:rsidRDefault="00E46C33" w:rsidP="006332D9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Brand</w:t>
            </w:r>
          </w:p>
        </w:tc>
        <w:tc>
          <w:tcPr>
            <w:tcW w:w="2117" w:type="dxa"/>
          </w:tcPr>
          <w:p w:rsidR="00E46C33" w:rsidRPr="006332D9" w:rsidRDefault="00E46C33" w:rsidP="006332D9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Model</w:t>
            </w:r>
          </w:p>
        </w:tc>
        <w:tc>
          <w:tcPr>
            <w:tcW w:w="2117" w:type="dxa"/>
          </w:tcPr>
          <w:p w:rsidR="00E46C33" w:rsidRPr="006332D9" w:rsidRDefault="00E46C33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Date of Purchase</w:t>
            </w:r>
          </w:p>
        </w:tc>
        <w:tc>
          <w:tcPr>
            <w:tcW w:w="2117" w:type="dxa"/>
          </w:tcPr>
          <w:p w:rsidR="00E46C33" w:rsidRPr="006332D9" w:rsidRDefault="00E46C33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Cost of Purchase</w:t>
            </w:r>
          </w:p>
        </w:tc>
      </w:tr>
      <w:tr w:rsidR="00E46C33" w:rsidTr="006332D9">
        <w:trPr>
          <w:jc w:val="center"/>
        </w:trPr>
        <w:tc>
          <w:tcPr>
            <w:tcW w:w="2116" w:type="dxa"/>
          </w:tcPr>
          <w:p w:rsidR="00E46C33" w:rsidRPr="006332D9" w:rsidRDefault="00E46C33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1.</w:t>
            </w:r>
          </w:p>
        </w:tc>
        <w:tc>
          <w:tcPr>
            <w:tcW w:w="2117" w:type="dxa"/>
          </w:tcPr>
          <w:p w:rsidR="00E46C33" w:rsidRPr="006332D9" w:rsidRDefault="00E46C33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E46C33" w:rsidRPr="006332D9" w:rsidRDefault="00E46C33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E46C33" w:rsidRPr="006332D9" w:rsidRDefault="00E46C33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  <w:tr w:rsidR="00E46C33" w:rsidTr="006332D9">
        <w:trPr>
          <w:jc w:val="center"/>
        </w:trPr>
        <w:tc>
          <w:tcPr>
            <w:tcW w:w="2116" w:type="dxa"/>
          </w:tcPr>
          <w:p w:rsidR="00E46C33" w:rsidRPr="006332D9" w:rsidRDefault="00E46C33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2.</w:t>
            </w:r>
          </w:p>
        </w:tc>
        <w:tc>
          <w:tcPr>
            <w:tcW w:w="2117" w:type="dxa"/>
          </w:tcPr>
          <w:p w:rsidR="00E46C33" w:rsidRPr="006332D9" w:rsidRDefault="00E46C33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E46C33" w:rsidRPr="006332D9" w:rsidRDefault="00E46C33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E46C33" w:rsidRPr="006332D9" w:rsidRDefault="00E46C33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  <w:tr w:rsidR="00E46C33" w:rsidTr="006332D9">
        <w:trPr>
          <w:jc w:val="center"/>
        </w:trPr>
        <w:tc>
          <w:tcPr>
            <w:tcW w:w="2116" w:type="dxa"/>
          </w:tcPr>
          <w:p w:rsidR="00E46C33" w:rsidRPr="006332D9" w:rsidRDefault="00E46C33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3.</w:t>
            </w:r>
          </w:p>
        </w:tc>
        <w:tc>
          <w:tcPr>
            <w:tcW w:w="2117" w:type="dxa"/>
          </w:tcPr>
          <w:p w:rsidR="00E46C33" w:rsidRPr="006332D9" w:rsidRDefault="00E46C33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E46C33" w:rsidRPr="006332D9" w:rsidRDefault="00E46C33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E46C33" w:rsidRPr="006332D9" w:rsidRDefault="00E46C33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</w:tbl>
    <w:p w:rsidR="00E46C33" w:rsidRDefault="00E46C33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3.  How many times have you had your automobile/s repaired?</w:t>
      </w:r>
    </w:p>
    <w:p w:rsidR="00E46C33" w:rsidRDefault="00E46C33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116"/>
        <w:gridCol w:w="2117"/>
        <w:gridCol w:w="2117"/>
      </w:tblGrid>
      <w:tr w:rsidR="00E46C33" w:rsidTr="006332D9">
        <w:trPr>
          <w:jc w:val="center"/>
        </w:trPr>
        <w:tc>
          <w:tcPr>
            <w:tcW w:w="2116" w:type="dxa"/>
          </w:tcPr>
          <w:p w:rsidR="00E46C33" w:rsidRPr="006332D9" w:rsidRDefault="00E46C33" w:rsidP="006332D9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Brand</w:t>
            </w:r>
          </w:p>
        </w:tc>
        <w:tc>
          <w:tcPr>
            <w:tcW w:w="2117" w:type="dxa"/>
          </w:tcPr>
          <w:p w:rsidR="00E46C33" w:rsidRPr="006332D9" w:rsidRDefault="00E46C33" w:rsidP="006332D9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Model</w:t>
            </w:r>
          </w:p>
        </w:tc>
        <w:tc>
          <w:tcPr>
            <w:tcW w:w="2117" w:type="dxa"/>
          </w:tcPr>
          <w:p w:rsidR="00E46C33" w:rsidRPr="006332D9" w:rsidRDefault="00E46C33" w:rsidP="006332D9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No. of times repaired</w:t>
            </w:r>
          </w:p>
        </w:tc>
      </w:tr>
      <w:tr w:rsidR="00E46C33" w:rsidTr="006332D9">
        <w:trPr>
          <w:jc w:val="center"/>
        </w:trPr>
        <w:tc>
          <w:tcPr>
            <w:tcW w:w="2116" w:type="dxa"/>
          </w:tcPr>
          <w:p w:rsidR="00E46C33" w:rsidRPr="006332D9" w:rsidRDefault="00E46C33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1.</w:t>
            </w:r>
          </w:p>
        </w:tc>
        <w:tc>
          <w:tcPr>
            <w:tcW w:w="2117" w:type="dxa"/>
          </w:tcPr>
          <w:p w:rsidR="00E46C33" w:rsidRPr="006332D9" w:rsidRDefault="00E46C33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E46C33" w:rsidRPr="006332D9" w:rsidRDefault="00E46C33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  <w:tr w:rsidR="00E46C33" w:rsidTr="006332D9">
        <w:trPr>
          <w:jc w:val="center"/>
        </w:trPr>
        <w:tc>
          <w:tcPr>
            <w:tcW w:w="2116" w:type="dxa"/>
          </w:tcPr>
          <w:p w:rsidR="00E46C33" w:rsidRPr="006332D9" w:rsidRDefault="00E46C33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2.</w:t>
            </w:r>
          </w:p>
        </w:tc>
        <w:tc>
          <w:tcPr>
            <w:tcW w:w="2117" w:type="dxa"/>
          </w:tcPr>
          <w:p w:rsidR="00E46C33" w:rsidRPr="006332D9" w:rsidRDefault="00E46C33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E46C33" w:rsidRPr="006332D9" w:rsidRDefault="00E46C33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  <w:tr w:rsidR="00E46C33" w:rsidTr="006332D9">
        <w:trPr>
          <w:jc w:val="center"/>
        </w:trPr>
        <w:tc>
          <w:tcPr>
            <w:tcW w:w="2116" w:type="dxa"/>
          </w:tcPr>
          <w:p w:rsidR="00E46C33" w:rsidRPr="006332D9" w:rsidRDefault="00E46C33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3.</w:t>
            </w:r>
          </w:p>
        </w:tc>
        <w:tc>
          <w:tcPr>
            <w:tcW w:w="2117" w:type="dxa"/>
          </w:tcPr>
          <w:p w:rsidR="00E46C33" w:rsidRPr="006332D9" w:rsidRDefault="00E46C33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E46C33" w:rsidRPr="006332D9" w:rsidRDefault="00E46C33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</w:tbl>
    <w:p w:rsidR="00E46C33" w:rsidRDefault="00E46C33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E46C33" w:rsidRDefault="00E46C33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4.  What are the common problems do you encounter with your automobiles?</w:t>
      </w:r>
    </w:p>
    <w:p w:rsidR="00E46C33" w:rsidRDefault="00E46C33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116"/>
        <w:gridCol w:w="2117"/>
        <w:gridCol w:w="2117"/>
      </w:tblGrid>
      <w:tr w:rsidR="00E46C33" w:rsidTr="006332D9">
        <w:trPr>
          <w:jc w:val="center"/>
        </w:trPr>
        <w:tc>
          <w:tcPr>
            <w:tcW w:w="2116" w:type="dxa"/>
          </w:tcPr>
          <w:p w:rsidR="00E46C33" w:rsidRPr="006332D9" w:rsidRDefault="00E46C33" w:rsidP="006332D9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Brand</w:t>
            </w:r>
          </w:p>
        </w:tc>
        <w:tc>
          <w:tcPr>
            <w:tcW w:w="2117" w:type="dxa"/>
          </w:tcPr>
          <w:p w:rsidR="00E46C33" w:rsidRPr="006332D9" w:rsidRDefault="00E46C33" w:rsidP="006332D9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Model</w:t>
            </w:r>
          </w:p>
        </w:tc>
        <w:tc>
          <w:tcPr>
            <w:tcW w:w="2117" w:type="dxa"/>
          </w:tcPr>
          <w:p w:rsidR="00E46C33" w:rsidRPr="006332D9" w:rsidRDefault="00E46C33" w:rsidP="006332D9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Problems</w:t>
            </w:r>
          </w:p>
        </w:tc>
      </w:tr>
      <w:tr w:rsidR="00E46C33" w:rsidTr="006332D9">
        <w:trPr>
          <w:trHeight w:val="764"/>
          <w:jc w:val="center"/>
        </w:trPr>
        <w:tc>
          <w:tcPr>
            <w:tcW w:w="2116" w:type="dxa"/>
          </w:tcPr>
          <w:p w:rsidR="00E46C33" w:rsidRPr="006332D9" w:rsidRDefault="00E46C33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1.</w:t>
            </w:r>
          </w:p>
        </w:tc>
        <w:tc>
          <w:tcPr>
            <w:tcW w:w="2117" w:type="dxa"/>
          </w:tcPr>
          <w:p w:rsidR="00E46C33" w:rsidRPr="006332D9" w:rsidRDefault="00E46C33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E46C33" w:rsidRPr="006332D9" w:rsidRDefault="00E46C33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  <w:tr w:rsidR="00E46C33" w:rsidTr="006332D9">
        <w:trPr>
          <w:trHeight w:val="710"/>
          <w:jc w:val="center"/>
        </w:trPr>
        <w:tc>
          <w:tcPr>
            <w:tcW w:w="2116" w:type="dxa"/>
          </w:tcPr>
          <w:p w:rsidR="00E46C33" w:rsidRPr="006332D9" w:rsidRDefault="00E46C33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2.</w:t>
            </w:r>
          </w:p>
        </w:tc>
        <w:tc>
          <w:tcPr>
            <w:tcW w:w="2117" w:type="dxa"/>
          </w:tcPr>
          <w:p w:rsidR="00E46C33" w:rsidRPr="006332D9" w:rsidRDefault="00E46C33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E46C33" w:rsidRPr="006332D9" w:rsidRDefault="00E46C33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  <w:tr w:rsidR="00E46C33" w:rsidTr="006332D9">
        <w:trPr>
          <w:trHeight w:val="710"/>
          <w:jc w:val="center"/>
        </w:trPr>
        <w:tc>
          <w:tcPr>
            <w:tcW w:w="2116" w:type="dxa"/>
          </w:tcPr>
          <w:p w:rsidR="00E46C33" w:rsidRPr="006332D9" w:rsidRDefault="00E46C33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3.</w:t>
            </w:r>
          </w:p>
        </w:tc>
        <w:tc>
          <w:tcPr>
            <w:tcW w:w="2117" w:type="dxa"/>
          </w:tcPr>
          <w:p w:rsidR="00E46C33" w:rsidRPr="006332D9" w:rsidRDefault="00E46C33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E46C33" w:rsidRPr="006332D9" w:rsidRDefault="00E46C33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</w:tbl>
    <w:p w:rsidR="00E46C33" w:rsidRDefault="00E46C33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E46C33" w:rsidRDefault="00E46C33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5.  What feature/s of the model/s do you particularly like?</w:t>
      </w:r>
    </w:p>
    <w:p w:rsidR="00E46C33" w:rsidRDefault="00E46C33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116"/>
        <w:gridCol w:w="2117"/>
        <w:gridCol w:w="2117"/>
      </w:tblGrid>
      <w:tr w:rsidR="00E46C33" w:rsidTr="006332D9">
        <w:trPr>
          <w:jc w:val="center"/>
        </w:trPr>
        <w:tc>
          <w:tcPr>
            <w:tcW w:w="2116" w:type="dxa"/>
          </w:tcPr>
          <w:p w:rsidR="00E46C33" w:rsidRPr="006332D9" w:rsidRDefault="00E46C33" w:rsidP="006332D9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Brand</w:t>
            </w:r>
          </w:p>
        </w:tc>
        <w:tc>
          <w:tcPr>
            <w:tcW w:w="2117" w:type="dxa"/>
          </w:tcPr>
          <w:p w:rsidR="00E46C33" w:rsidRPr="006332D9" w:rsidRDefault="00E46C33" w:rsidP="006332D9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Model</w:t>
            </w:r>
          </w:p>
        </w:tc>
        <w:tc>
          <w:tcPr>
            <w:tcW w:w="2117" w:type="dxa"/>
          </w:tcPr>
          <w:p w:rsidR="00E46C33" w:rsidRPr="006332D9" w:rsidRDefault="00E46C33" w:rsidP="006332D9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Features</w:t>
            </w:r>
          </w:p>
        </w:tc>
      </w:tr>
      <w:tr w:rsidR="00E46C33" w:rsidTr="006332D9">
        <w:trPr>
          <w:trHeight w:val="764"/>
          <w:jc w:val="center"/>
        </w:trPr>
        <w:tc>
          <w:tcPr>
            <w:tcW w:w="2116" w:type="dxa"/>
          </w:tcPr>
          <w:p w:rsidR="00E46C33" w:rsidRPr="006332D9" w:rsidRDefault="00E46C33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1.</w:t>
            </w:r>
          </w:p>
        </w:tc>
        <w:tc>
          <w:tcPr>
            <w:tcW w:w="2117" w:type="dxa"/>
          </w:tcPr>
          <w:p w:rsidR="00E46C33" w:rsidRPr="006332D9" w:rsidRDefault="00E46C33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E46C33" w:rsidRPr="006332D9" w:rsidRDefault="00E46C33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  <w:tr w:rsidR="00E46C33" w:rsidTr="006332D9">
        <w:trPr>
          <w:trHeight w:val="710"/>
          <w:jc w:val="center"/>
        </w:trPr>
        <w:tc>
          <w:tcPr>
            <w:tcW w:w="2116" w:type="dxa"/>
          </w:tcPr>
          <w:p w:rsidR="00E46C33" w:rsidRPr="006332D9" w:rsidRDefault="00E46C33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2.</w:t>
            </w:r>
          </w:p>
        </w:tc>
        <w:tc>
          <w:tcPr>
            <w:tcW w:w="2117" w:type="dxa"/>
          </w:tcPr>
          <w:p w:rsidR="00E46C33" w:rsidRPr="006332D9" w:rsidRDefault="00E46C33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E46C33" w:rsidRPr="006332D9" w:rsidRDefault="00E46C33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  <w:tr w:rsidR="00E46C33" w:rsidTr="006332D9">
        <w:trPr>
          <w:trHeight w:val="710"/>
          <w:jc w:val="center"/>
        </w:trPr>
        <w:tc>
          <w:tcPr>
            <w:tcW w:w="2116" w:type="dxa"/>
          </w:tcPr>
          <w:p w:rsidR="00E46C33" w:rsidRPr="006332D9" w:rsidRDefault="00E46C33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3.</w:t>
            </w:r>
          </w:p>
        </w:tc>
        <w:tc>
          <w:tcPr>
            <w:tcW w:w="2117" w:type="dxa"/>
          </w:tcPr>
          <w:p w:rsidR="00E46C33" w:rsidRPr="006332D9" w:rsidRDefault="00E46C33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E46C33" w:rsidRPr="006332D9" w:rsidRDefault="00E46C33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</w:tbl>
    <w:p w:rsidR="00E46C33" w:rsidRDefault="00E46C33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E46C33" w:rsidRDefault="00E46C33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*Please indicate the best model you have: _________________________________.</w:t>
      </w:r>
    </w:p>
    <w:p w:rsidR="00E46C33" w:rsidRDefault="00E46C33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E46C33" w:rsidRDefault="00E46C33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6.  How much do you spend for fuel maintenance? </w:t>
      </w:r>
    </w:p>
    <w:p w:rsidR="00E46C33" w:rsidRDefault="00E46C33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116"/>
        <w:gridCol w:w="2117"/>
        <w:gridCol w:w="2117"/>
      </w:tblGrid>
      <w:tr w:rsidR="00E46C33" w:rsidTr="006332D9">
        <w:trPr>
          <w:jc w:val="center"/>
        </w:trPr>
        <w:tc>
          <w:tcPr>
            <w:tcW w:w="2116" w:type="dxa"/>
          </w:tcPr>
          <w:p w:rsidR="00E46C33" w:rsidRPr="006332D9" w:rsidRDefault="00E46C33" w:rsidP="006332D9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Brand</w:t>
            </w:r>
          </w:p>
        </w:tc>
        <w:tc>
          <w:tcPr>
            <w:tcW w:w="2117" w:type="dxa"/>
          </w:tcPr>
          <w:p w:rsidR="00E46C33" w:rsidRPr="006332D9" w:rsidRDefault="00E46C33" w:rsidP="006332D9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Model</w:t>
            </w:r>
          </w:p>
        </w:tc>
        <w:tc>
          <w:tcPr>
            <w:tcW w:w="2117" w:type="dxa"/>
          </w:tcPr>
          <w:p w:rsidR="00E46C33" w:rsidRPr="006332D9" w:rsidRDefault="00E46C33" w:rsidP="006332D9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Amt. of fuel maintenance</w:t>
            </w:r>
          </w:p>
        </w:tc>
      </w:tr>
      <w:tr w:rsidR="00E46C33" w:rsidTr="006332D9">
        <w:trPr>
          <w:jc w:val="center"/>
        </w:trPr>
        <w:tc>
          <w:tcPr>
            <w:tcW w:w="2116" w:type="dxa"/>
          </w:tcPr>
          <w:p w:rsidR="00E46C33" w:rsidRPr="006332D9" w:rsidRDefault="00E46C33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1.</w:t>
            </w:r>
          </w:p>
        </w:tc>
        <w:tc>
          <w:tcPr>
            <w:tcW w:w="2117" w:type="dxa"/>
          </w:tcPr>
          <w:p w:rsidR="00E46C33" w:rsidRPr="006332D9" w:rsidRDefault="00E46C33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E46C33" w:rsidRPr="006332D9" w:rsidRDefault="00E46C33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  <w:tr w:rsidR="00E46C33" w:rsidTr="006332D9">
        <w:trPr>
          <w:jc w:val="center"/>
        </w:trPr>
        <w:tc>
          <w:tcPr>
            <w:tcW w:w="2116" w:type="dxa"/>
          </w:tcPr>
          <w:p w:rsidR="00E46C33" w:rsidRPr="006332D9" w:rsidRDefault="00E46C33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2.</w:t>
            </w:r>
          </w:p>
        </w:tc>
        <w:tc>
          <w:tcPr>
            <w:tcW w:w="2117" w:type="dxa"/>
          </w:tcPr>
          <w:p w:rsidR="00E46C33" w:rsidRPr="006332D9" w:rsidRDefault="00E46C33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E46C33" w:rsidRPr="006332D9" w:rsidRDefault="00E46C33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  <w:tr w:rsidR="00E46C33" w:rsidTr="006332D9">
        <w:trPr>
          <w:jc w:val="center"/>
        </w:trPr>
        <w:tc>
          <w:tcPr>
            <w:tcW w:w="2116" w:type="dxa"/>
          </w:tcPr>
          <w:p w:rsidR="00E46C33" w:rsidRPr="006332D9" w:rsidRDefault="00E46C33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 w:rsidRPr="006332D9"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3.</w:t>
            </w:r>
          </w:p>
        </w:tc>
        <w:tc>
          <w:tcPr>
            <w:tcW w:w="2117" w:type="dxa"/>
          </w:tcPr>
          <w:p w:rsidR="00E46C33" w:rsidRPr="006332D9" w:rsidRDefault="00E46C33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E46C33" w:rsidRPr="006332D9" w:rsidRDefault="00E46C33" w:rsidP="006332D9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</w:tbl>
    <w:p w:rsidR="00E46C33" w:rsidRDefault="00E46C33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E46C33" w:rsidRDefault="00E46C33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*Please indicate which of the following bases: DAILY/WEEKLY.</w:t>
      </w:r>
    </w:p>
    <w:p w:rsidR="00E46C33" w:rsidRDefault="00E46C33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E46C33" w:rsidRDefault="00E46C33" w:rsidP="00595F2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7.  If you buy another automobile, what brand and model would it be?</w:t>
      </w:r>
    </w:p>
    <w:p w:rsidR="00E46C33" w:rsidRDefault="00E46C33" w:rsidP="00595F2E">
      <w:pPr>
        <w:jc w:val="both"/>
      </w:pPr>
    </w:p>
    <w:sectPr w:rsidR="00E46C33" w:rsidSect="000A4F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68B3"/>
    <w:rsid w:val="000A4F3B"/>
    <w:rsid w:val="005068B3"/>
    <w:rsid w:val="0056226A"/>
    <w:rsid w:val="00595F2E"/>
    <w:rsid w:val="006332D9"/>
    <w:rsid w:val="00864462"/>
    <w:rsid w:val="00D50361"/>
    <w:rsid w:val="00D53713"/>
    <w:rsid w:val="00D844BA"/>
    <w:rsid w:val="00E46C33"/>
    <w:rsid w:val="00E642D0"/>
    <w:rsid w:val="00FA497C"/>
    <w:rsid w:val="00FF7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8B3"/>
    <w:pPr>
      <w:shd w:val="solid" w:color="FFFFFF" w:fill="auto"/>
    </w:pPr>
    <w:rPr>
      <w:rFonts w:ascii="Verdana" w:hAnsi="Verdana" w:cs="Verdana"/>
      <w:color w:val="000000"/>
      <w:sz w:val="20"/>
      <w:szCs w:val="24"/>
      <w:shd w:val="solid" w:color="FFFFFF" w:fill="auto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iv">
    <w:name w:val="Div"/>
    <w:basedOn w:val="Normal"/>
    <w:uiPriority w:val="99"/>
    <w:rsid w:val="005068B3"/>
  </w:style>
  <w:style w:type="table" w:styleId="TableGrid">
    <w:name w:val="Table Grid"/>
    <w:basedOn w:val="TableNormal"/>
    <w:uiPriority w:val="99"/>
    <w:rsid w:val="00595F2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304</Words>
  <Characters>1737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 1</dc:title>
  <dc:subject/>
  <dc:creator>Johnmen R. Inocian</dc:creator>
  <cp:keywords/>
  <dc:description/>
  <cp:lastModifiedBy>2 Engineering</cp:lastModifiedBy>
  <cp:revision>2</cp:revision>
  <dcterms:created xsi:type="dcterms:W3CDTF">2002-01-01T05:55:00Z</dcterms:created>
  <dcterms:modified xsi:type="dcterms:W3CDTF">2002-01-01T05:55:00Z</dcterms:modified>
</cp:coreProperties>
</file>